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3EFA14A" w:rsidR="00F862D6" w:rsidRPr="003E6B9A" w:rsidRDefault="0049239C" w:rsidP="0049239C">
            <w:r w:rsidRPr="0049239C">
              <w:rPr>
                <w:rFonts w:ascii="Helvetica" w:hAnsi="Helvetica"/>
              </w:rPr>
              <w:t>1356/2025-SŽ-SSV-Ú3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54438" w:rsidRDefault="00F862D6" w:rsidP="0077673A">
            <w:r w:rsidRPr="00F54438">
              <w:t>Listů/příloh</w:t>
            </w:r>
          </w:p>
        </w:tc>
        <w:tc>
          <w:tcPr>
            <w:tcW w:w="2552" w:type="dxa"/>
          </w:tcPr>
          <w:p w14:paraId="333CD487" w14:textId="06C9543B" w:rsidR="00F862D6" w:rsidRPr="00F54438" w:rsidRDefault="00F54438" w:rsidP="00CC1E2B">
            <w:r w:rsidRPr="00F54438">
              <w:t>2</w:t>
            </w:r>
            <w:r w:rsidR="003E6B9A" w:rsidRPr="00F54438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A9EAE0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76B7C">
              <w:rPr>
                <w:noProof/>
              </w:rPr>
              <w:t>31.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AB2109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4802A9">
        <w:rPr>
          <w:rFonts w:eastAsia="Calibri" w:cs="Times New Roman"/>
          <w:lang w:eastAsia="cs-CZ"/>
        </w:rPr>
        <w:t xml:space="preserve">dokumentace č. </w:t>
      </w:r>
      <w:r w:rsidR="001D3245">
        <w:rPr>
          <w:rFonts w:eastAsia="Times New Roman" w:cs="Times New Roman"/>
          <w:lang w:eastAsia="cs-CZ"/>
        </w:rPr>
        <w:t>1</w:t>
      </w:r>
      <w:r w:rsidR="0049239C">
        <w:rPr>
          <w:rFonts w:eastAsia="Times New Roman" w:cs="Times New Roman"/>
          <w:lang w:eastAsia="cs-CZ"/>
        </w:rPr>
        <w:t>1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0A610AC" w14:textId="4C4838C3" w:rsidR="00F54438" w:rsidRDefault="00F54438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9B678EB" w14:textId="38498E50" w:rsidR="001D3245" w:rsidRDefault="001D3245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8E55CB7" w14:textId="0DA57CA1" w:rsidR="001D3245" w:rsidRDefault="001D3245" w:rsidP="0049239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0AAECDB" w14:textId="77777777" w:rsidR="001D3245" w:rsidRPr="00EA05F9" w:rsidRDefault="001D3245" w:rsidP="0049239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91808DE" w14:textId="77777777" w:rsidR="0049239C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A8EE6B6" w14:textId="480E5678" w:rsidR="00F54438" w:rsidRPr="00EA05F9" w:rsidRDefault="00F54438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49239C">
        <w:rPr>
          <w:rFonts w:asciiTheme="majorHAnsi" w:eastAsia="Calibri" w:hAnsiTheme="majorHAnsi" w:cs="Times New Roman"/>
          <w:b/>
          <w:lang w:eastAsia="cs-CZ"/>
        </w:rPr>
        <w:t>80</w:t>
      </w:r>
      <w:r w:rsidRPr="00EA05F9">
        <w:rPr>
          <w:rFonts w:asciiTheme="majorHAnsi" w:eastAsia="Calibri" w:hAnsiTheme="majorHAnsi" w:cs="Times New Roman"/>
          <w:b/>
          <w:lang w:eastAsia="cs-CZ"/>
        </w:rPr>
        <w:t>:</w:t>
      </w:r>
    </w:p>
    <w:p w14:paraId="13BFB1F0" w14:textId="29CA1A10" w:rsidR="001D3245" w:rsidRPr="0049239C" w:rsidRDefault="0049239C" w:rsidP="0049239C">
      <w:pPr>
        <w:spacing w:after="0"/>
      </w:pPr>
      <w:r w:rsidRPr="0049239C">
        <w:rPr>
          <w:b/>
        </w:rPr>
        <w:t>PS 31-01-11</w:t>
      </w:r>
      <w:r w:rsidRPr="002A5A44">
        <w:t xml:space="preserve"> ŽST Brno-Židenice, úpravy SZZ – V Soupisu prací objektu je uvedena položka 3. – PROTLAČOVÁNÍ OCELOVÉHO POTRUBÍ DN DO 400 MM v množství 80,00 m. Ve výkresové dokumentaci (situace) není zřejmé umístění těchto protlaků. Žádáme o upřesnění míst protlaků ve výkresové dokumentaci.</w:t>
      </w:r>
    </w:p>
    <w:p w14:paraId="1E0113BE" w14:textId="77777777" w:rsidR="0049239C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FE20D9" w14:textId="0DC6C85B" w:rsidR="00F54438" w:rsidRPr="00EA05F9" w:rsidRDefault="00F54438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75926A2" w14:textId="54C1D3A8" w:rsidR="001D3245" w:rsidRPr="0049239C" w:rsidRDefault="0049239C" w:rsidP="0049239C">
      <w:pPr>
        <w:pStyle w:val="mcntmcntmcntxmsonormal"/>
        <w:spacing w:before="0" w:beforeAutospacing="0" w:after="0" w:afterAutospacing="0" w:line="264" w:lineRule="auto"/>
        <w:rPr>
          <w:rFonts w:asciiTheme="majorHAnsi" w:hAnsiTheme="majorHAnsi"/>
          <w:sz w:val="18"/>
          <w:szCs w:val="18"/>
        </w:rPr>
      </w:pPr>
      <w:r w:rsidRPr="0049239C">
        <w:rPr>
          <w:rFonts w:asciiTheme="majorHAnsi" w:hAnsiTheme="majorHAnsi"/>
          <w:bCs/>
          <w:sz w:val="18"/>
          <w:szCs w:val="18"/>
        </w:rPr>
        <w:t xml:space="preserve">Protlaky jsou polohově a výškově definovány v objektech silnoproudu, trasa </w:t>
      </w:r>
      <w:proofErr w:type="spellStart"/>
      <w:r w:rsidRPr="0049239C">
        <w:rPr>
          <w:rFonts w:asciiTheme="majorHAnsi" w:hAnsiTheme="majorHAnsi"/>
          <w:bCs/>
          <w:sz w:val="18"/>
          <w:szCs w:val="18"/>
        </w:rPr>
        <w:t>zab</w:t>
      </w:r>
      <w:proofErr w:type="spellEnd"/>
      <w:r w:rsidRPr="0049239C">
        <w:rPr>
          <w:rFonts w:asciiTheme="majorHAnsi" w:hAnsiTheme="majorHAnsi"/>
          <w:bCs/>
          <w:sz w:val="18"/>
          <w:szCs w:val="18"/>
        </w:rPr>
        <w:t>.</w:t>
      </w:r>
      <w:r>
        <w:rPr>
          <w:rFonts w:asciiTheme="majorHAnsi" w:hAnsiTheme="majorHAnsi"/>
          <w:bCs/>
          <w:sz w:val="18"/>
          <w:szCs w:val="18"/>
        </w:rPr>
        <w:t xml:space="preserve"> </w:t>
      </w:r>
      <w:r w:rsidRPr="0049239C">
        <w:rPr>
          <w:rFonts w:asciiTheme="majorHAnsi" w:hAnsiTheme="majorHAnsi"/>
          <w:bCs/>
          <w:sz w:val="18"/>
          <w:szCs w:val="18"/>
        </w:rPr>
        <w:t>zař. jich využívá. Konkr</w:t>
      </w:r>
      <w:r>
        <w:rPr>
          <w:rFonts w:asciiTheme="majorHAnsi" w:hAnsiTheme="majorHAnsi"/>
          <w:bCs/>
          <w:sz w:val="18"/>
          <w:szCs w:val="18"/>
        </w:rPr>
        <w:t>étně</w:t>
      </w:r>
      <w:r w:rsidRPr="0049239C">
        <w:rPr>
          <w:rFonts w:asciiTheme="majorHAnsi" w:hAnsiTheme="majorHAnsi"/>
          <w:bCs/>
          <w:sz w:val="18"/>
          <w:szCs w:val="18"/>
        </w:rPr>
        <w:t xml:space="preserve"> jde o SO 31-086-02. Dále jsou protlaky zobrazeny také v koordinační situaci pod </w:t>
      </w:r>
      <w:proofErr w:type="gramStart"/>
      <w:r w:rsidRPr="0049239C">
        <w:rPr>
          <w:rFonts w:asciiTheme="majorHAnsi" w:hAnsiTheme="majorHAnsi"/>
          <w:bCs/>
          <w:sz w:val="18"/>
          <w:szCs w:val="18"/>
        </w:rPr>
        <w:t>mostem - příloha</w:t>
      </w:r>
      <w:proofErr w:type="gramEnd"/>
      <w:r w:rsidRPr="0049239C">
        <w:rPr>
          <w:rFonts w:asciiTheme="majorHAnsi" w:hAnsiTheme="majorHAnsi"/>
          <w:bCs/>
          <w:sz w:val="18"/>
          <w:szCs w:val="18"/>
        </w:rPr>
        <w:t xml:space="preserve"> C.3</w:t>
      </w:r>
    </w:p>
    <w:p w14:paraId="1A24A19C" w14:textId="2A5F1AD8" w:rsidR="0049239C" w:rsidRDefault="0049239C" w:rsidP="0049239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1D959A80" w14:textId="77777777" w:rsidR="0049239C" w:rsidRDefault="0049239C" w:rsidP="0049239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46499F9D" w14:textId="23CDD709" w:rsidR="0049239C" w:rsidRPr="00EA05F9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8</w:t>
      </w:r>
      <w:r>
        <w:rPr>
          <w:rFonts w:asciiTheme="majorHAnsi" w:eastAsia="Calibri" w:hAnsiTheme="majorHAnsi" w:cs="Times New Roman"/>
          <w:b/>
          <w:lang w:eastAsia="cs-CZ"/>
        </w:rPr>
        <w:t>1</w:t>
      </w:r>
      <w:r w:rsidRPr="00EA05F9">
        <w:rPr>
          <w:rFonts w:asciiTheme="majorHAnsi" w:eastAsia="Calibri" w:hAnsiTheme="majorHAnsi" w:cs="Times New Roman"/>
          <w:b/>
          <w:lang w:eastAsia="cs-CZ"/>
        </w:rPr>
        <w:t>:</w:t>
      </w:r>
    </w:p>
    <w:p w14:paraId="07E4A4EA" w14:textId="116D5106" w:rsidR="0049239C" w:rsidRPr="0049239C" w:rsidRDefault="0049239C" w:rsidP="0049239C">
      <w:pPr>
        <w:spacing w:after="0"/>
      </w:pPr>
      <w:r w:rsidRPr="0049239C">
        <w:rPr>
          <w:b/>
        </w:rPr>
        <w:t>SO 31-30-01. 2</w:t>
      </w:r>
      <w:r w:rsidRPr="002A5A44">
        <w:t xml:space="preserve"> – Přeložky a ochrana sdělovacích kabelových </w:t>
      </w:r>
      <w:proofErr w:type="gramStart"/>
      <w:r w:rsidRPr="002A5A44">
        <w:t>vedení - V</w:t>
      </w:r>
      <w:proofErr w:type="gramEnd"/>
      <w:r w:rsidRPr="002A5A44">
        <w:t> Soupisu prací objektu je uvedena položka 2. – PROTLAČOVÁNÍ Z PLAST HMOT DN DO 200MM v množství 15,00 m. Ve výkresové dokumentaci (situace) není zřejmé umís</w:t>
      </w:r>
      <w:bookmarkStart w:id="1" w:name="_GoBack"/>
      <w:bookmarkEnd w:id="1"/>
      <w:r w:rsidRPr="002A5A44">
        <w:t>tění těchto protlaků. Žádáme o upřesnění míst protlaků ve výkresové dokumentaci.</w:t>
      </w:r>
    </w:p>
    <w:p w14:paraId="46FB50F9" w14:textId="77777777" w:rsidR="0049239C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99758EE" w14:textId="0F54E5AA" w:rsidR="0049239C" w:rsidRPr="00EA05F9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2D83001" w14:textId="11FD2B64" w:rsidR="0049239C" w:rsidRPr="0049239C" w:rsidRDefault="0049239C" w:rsidP="0049239C">
      <w:pPr>
        <w:pStyle w:val="mcntmcntmcntxmsonormal"/>
        <w:spacing w:before="0" w:beforeAutospacing="0" w:after="0" w:afterAutospacing="0" w:line="264" w:lineRule="auto"/>
        <w:rPr>
          <w:rFonts w:asciiTheme="majorHAnsi" w:hAnsiTheme="majorHAnsi"/>
          <w:sz w:val="18"/>
          <w:szCs w:val="18"/>
        </w:rPr>
      </w:pPr>
      <w:r w:rsidRPr="0049239C">
        <w:rPr>
          <w:rFonts w:asciiTheme="majorHAnsi" w:hAnsiTheme="majorHAnsi"/>
          <w:bCs/>
          <w:sz w:val="18"/>
          <w:szCs w:val="18"/>
        </w:rPr>
        <w:t>Jedná se pouze o rezervu, v případě, že nebude možné realizovat pouze ochranu sítí za mostem (oranžov</w:t>
      </w:r>
      <w:r w:rsidR="00C234AE">
        <w:rPr>
          <w:rFonts w:asciiTheme="majorHAnsi" w:hAnsiTheme="majorHAnsi"/>
          <w:bCs/>
          <w:sz w:val="18"/>
          <w:szCs w:val="18"/>
        </w:rPr>
        <w:t>á</w:t>
      </w:r>
      <w:r w:rsidRPr="0049239C">
        <w:rPr>
          <w:rFonts w:asciiTheme="majorHAnsi" w:hAnsiTheme="majorHAnsi"/>
          <w:bCs/>
          <w:sz w:val="18"/>
          <w:szCs w:val="18"/>
        </w:rPr>
        <w:t xml:space="preserve"> barva v situaci), a bylo by nutné realizovat protlak pod silnicí.</w:t>
      </w:r>
    </w:p>
    <w:p w14:paraId="03496A88" w14:textId="325E2C5C" w:rsidR="0049239C" w:rsidRDefault="0049239C" w:rsidP="0049239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61D89F56" w14:textId="77777777" w:rsidR="0049239C" w:rsidRDefault="0049239C" w:rsidP="0049239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540B750" w14:textId="054A3AB2" w:rsidR="0049239C" w:rsidRPr="00EA05F9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8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EA05F9">
        <w:rPr>
          <w:rFonts w:asciiTheme="majorHAnsi" w:eastAsia="Calibri" w:hAnsiTheme="majorHAnsi" w:cs="Times New Roman"/>
          <w:b/>
          <w:lang w:eastAsia="cs-CZ"/>
        </w:rPr>
        <w:t>:</w:t>
      </w:r>
    </w:p>
    <w:p w14:paraId="0467F985" w14:textId="46ED1C8E" w:rsidR="0049239C" w:rsidRPr="0049239C" w:rsidRDefault="0049239C" w:rsidP="0049239C">
      <w:pPr>
        <w:spacing w:after="0"/>
      </w:pPr>
      <w:r w:rsidRPr="0049239C">
        <w:rPr>
          <w:b/>
        </w:rPr>
        <w:t xml:space="preserve">SO 31-30-04 </w:t>
      </w:r>
      <w:r w:rsidRPr="002A5A44">
        <w:t xml:space="preserve">– Přeložky veřejného </w:t>
      </w:r>
      <w:proofErr w:type="gramStart"/>
      <w:r w:rsidRPr="002A5A44">
        <w:t>osvětlení - V</w:t>
      </w:r>
      <w:proofErr w:type="gramEnd"/>
      <w:r w:rsidRPr="002A5A44">
        <w:t xml:space="preserve"> Soupisu prací objektu je uvedena položka 4. – PROTLAČOVÁNÍ Z PLAST HMOT DN DO 200MM v množství 259,00 m. Ve výkresové dokumentaci (situace) není zřejmé umístění těchto protlaků. Žádáme o upřesnění míst protlaků ve výkresové dokumentaci.</w:t>
      </w:r>
    </w:p>
    <w:p w14:paraId="26C1795F" w14:textId="77777777" w:rsidR="0049239C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3DC24A8" w14:textId="4E657EE2" w:rsidR="0049239C" w:rsidRPr="00EA05F9" w:rsidRDefault="0049239C" w:rsidP="0049239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88B9B86" w14:textId="77777777" w:rsidR="0049239C" w:rsidRPr="0049239C" w:rsidRDefault="0049239C" w:rsidP="0049239C">
      <w:pPr>
        <w:pStyle w:val="mcntmcntmcntxmsonormal"/>
        <w:spacing w:before="0" w:beforeAutospacing="0" w:after="0" w:afterAutospacing="0" w:line="264" w:lineRule="auto"/>
        <w:rPr>
          <w:rFonts w:asciiTheme="majorHAnsi" w:hAnsiTheme="majorHAnsi"/>
          <w:sz w:val="18"/>
          <w:szCs w:val="18"/>
        </w:rPr>
      </w:pPr>
      <w:r w:rsidRPr="0049239C">
        <w:rPr>
          <w:rFonts w:asciiTheme="majorHAnsi" w:hAnsiTheme="majorHAnsi"/>
          <w:bCs/>
          <w:sz w:val="18"/>
          <w:szCs w:val="18"/>
        </w:rPr>
        <w:t>Viz. přílohy č.2.002, 2.006, 3.005 a 3.006 v dokumentaci SO 31-30-04.</w:t>
      </w:r>
    </w:p>
    <w:p w14:paraId="00270D95" w14:textId="77777777" w:rsidR="0049239C" w:rsidRDefault="0049239C" w:rsidP="0049239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30619640" w14:textId="2AE1A94D" w:rsidR="00664163" w:rsidRPr="00BD5319" w:rsidRDefault="00664163" w:rsidP="00F5443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="0049239C">
        <w:rPr>
          <w:rFonts w:eastAsia="Times New Roman" w:cs="Times New Roman"/>
          <w:b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114D1C3F" w14:textId="3DC3E80E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FAA445E" w14:textId="77777777" w:rsidR="001D3245" w:rsidRPr="00BD5319" w:rsidRDefault="001D3245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F2E3D1A" w14:textId="620D9779" w:rsidR="001D3245" w:rsidRDefault="001D324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4DC5AE" w14:textId="77777777" w:rsidR="001D3245" w:rsidRDefault="001D324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C4C0EA6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54438">
        <w:rPr>
          <w:rFonts w:eastAsia="Calibri" w:cs="Times New Roman"/>
          <w:lang w:eastAsia="cs-CZ"/>
        </w:rPr>
        <w:t xml:space="preserve">V Olomouci dne </w:t>
      </w:r>
      <w:r w:rsidR="001D3245">
        <w:rPr>
          <w:rFonts w:eastAsia="Calibri" w:cs="Times New Roman"/>
          <w:lang w:eastAsia="cs-CZ"/>
        </w:rPr>
        <w:t>3</w:t>
      </w:r>
      <w:r w:rsidR="0049239C">
        <w:rPr>
          <w:rFonts w:eastAsia="Calibri" w:cs="Times New Roman"/>
          <w:lang w:eastAsia="cs-CZ"/>
        </w:rPr>
        <w:t>1</w:t>
      </w:r>
      <w:r w:rsidR="00F54438" w:rsidRPr="00F54438">
        <w:rPr>
          <w:rFonts w:eastAsia="Calibri" w:cs="Times New Roman"/>
          <w:lang w:eastAsia="cs-CZ"/>
        </w:rPr>
        <w:t>. 1. 2025</w:t>
      </w:r>
    </w:p>
    <w:p w14:paraId="6F75BA64" w14:textId="77777777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471379" w14:textId="3C19F471" w:rsidR="00F54438" w:rsidRDefault="00F54438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36BFE" w14:textId="77777777" w:rsidR="001D3245" w:rsidRPr="00F54438" w:rsidRDefault="001D3245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5443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4438">
        <w:rPr>
          <w:rFonts w:eastAsia="Times New Roman" w:cs="Times New Roman"/>
          <w:b/>
          <w:bCs/>
          <w:lang w:eastAsia="cs-CZ"/>
        </w:rPr>
        <w:t>Ing. Miroslav Bocák</w:t>
      </w:r>
      <w:r w:rsidRPr="00F5443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ředitel organizační jednotky</w:t>
      </w:r>
      <w:r w:rsidRPr="00F54438">
        <w:rPr>
          <w:rFonts w:eastAsia="Times New Roman" w:cs="Times New Roman"/>
          <w:lang w:eastAsia="cs-CZ"/>
        </w:rPr>
        <w:tab/>
      </w:r>
    </w:p>
    <w:p w14:paraId="5DEDC136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213470"/>
    <w:multiLevelType w:val="hybridMultilevel"/>
    <w:tmpl w:val="5068F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9AC1FC7"/>
    <w:multiLevelType w:val="hybridMultilevel"/>
    <w:tmpl w:val="5068F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DBA2DE7"/>
    <w:multiLevelType w:val="hybridMultilevel"/>
    <w:tmpl w:val="5068F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1D3245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2A9"/>
    <w:rsid w:val="00486107"/>
    <w:rsid w:val="00491827"/>
    <w:rsid w:val="0049239C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2DD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34A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76B7C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A05F9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54438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F54438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cs-CZ"/>
    </w:rPr>
  </w:style>
  <w:style w:type="paragraph" w:customStyle="1" w:styleId="mcntmcntmcntxmsonormal">
    <w:name w:val="mcntmcntmcntx_msonormal"/>
    <w:basedOn w:val="Normln"/>
    <w:rsid w:val="0049239C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4388A-74AE-4794-B76C-77892920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36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12</cp:revision>
  <cp:lastPrinted>2025-01-31T07:17:00Z</cp:lastPrinted>
  <dcterms:created xsi:type="dcterms:W3CDTF">2024-10-02T11:53:00Z</dcterms:created>
  <dcterms:modified xsi:type="dcterms:W3CDTF">2025-01-31T07:22:00Z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